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896AB" w14:textId="77777777" w:rsidR="00985B68" w:rsidRDefault="00985B68" w:rsidP="00985B6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67A8E78C" w14:textId="77777777" w:rsidR="00985B68" w:rsidRDefault="00985B68" w:rsidP="00985B6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5C7E65C" w14:textId="77777777" w:rsidR="00985B68" w:rsidRDefault="00985B68" w:rsidP="00985B6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2025-2030</w:t>
      </w:r>
    </w:p>
    <w:p w14:paraId="70DD44F7" w14:textId="77777777" w:rsidR="00985B68" w:rsidRDefault="00985B68" w:rsidP="00985B68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73ABA6FF" w14:textId="77777777" w:rsidR="00985B68" w:rsidRDefault="00985B68" w:rsidP="00985B68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2028/2029</w:t>
      </w:r>
    </w:p>
    <w:p w14:paraId="1B327ACD" w14:textId="77777777" w:rsidR="00985B68" w:rsidRDefault="00985B68" w:rsidP="00985B68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7A9DCF2E" w14:textId="77777777" w:rsidR="00985B68" w:rsidRDefault="00985B68" w:rsidP="00985B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985B68" w14:paraId="6180D7FB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0735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B3A86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karna za przestępstwa w ruchu lotniczym</w:t>
            </w:r>
          </w:p>
        </w:tc>
      </w:tr>
      <w:tr w:rsidR="00985B68" w14:paraId="3773A881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A5F5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5F74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85B68" w14:paraId="281711C0" w14:textId="77777777" w:rsidTr="003D032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1BA7" w14:textId="77777777" w:rsidR="00985B68" w:rsidRDefault="00985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B7BF" w14:textId="77777777" w:rsidR="00985B68" w:rsidRDefault="00985B68" w:rsidP="003D03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85B68" w14:paraId="12F52A84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B3DE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F934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985B68" w14:paraId="0CF801A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CFA2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7736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85B68" w14:paraId="3EF99E1B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0006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A62B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85B68" w14:paraId="61AED77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4D86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CDBF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85B68" w14:paraId="30376E5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3AEA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E372" w14:textId="12B19E7A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85B68" w14:paraId="46E9D8C5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F51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7F1A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985B68" w14:paraId="3CD6E54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CC9E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9514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85B68" w14:paraId="4D271DC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9370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DD78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85B68" w14:paraId="1385B9F2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7B28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AC03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 prof. UR</w:t>
            </w:r>
          </w:p>
        </w:tc>
      </w:tr>
      <w:tr w:rsidR="00985B68" w14:paraId="6D4F6FB1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3E00" w14:textId="77777777" w:rsidR="00985B68" w:rsidRDefault="00985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4B9B" w14:textId="77777777" w:rsidR="00985B68" w:rsidRDefault="00985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Mikołaj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Kantorowski</w:t>
            </w:r>
            <w:proofErr w:type="spellEnd"/>
          </w:p>
        </w:tc>
      </w:tr>
    </w:tbl>
    <w:p w14:paraId="1B7CD935" w14:textId="77777777" w:rsidR="00985B68" w:rsidRDefault="00985B68" w:rsidP="00985B6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A57C21" w14:textId="77777777" w:rsidR="00985B68" w:rsidRDefault="00985B68" w:rsidP="00985B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97C878" w14:textId="77777777" w:rsidR="00985B68" w:rsidRDefault="00985B68" w:rsidP="00985B6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1BF26C34" w14:textId="77777777" w:rsidR="00985B68" w:rsidRDefault="00985B68" w:rsidP="00985B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85B68" w14:paraId="5ABF2C0A" w14:textId="777777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BABE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61D92C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5821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E099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3C1A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8836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667E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D8AC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23B6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E62A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CC6B" w14:textId="77777777" w:rsidR="00985B68" w:rsidRDefault="00985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85B68" w14:paraId="734B68AC" w14:textId="777777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6F8B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27A0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EFFB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3544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5DAC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85F1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757F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6838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1971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982" w14:textId="77777777" w:rsidR="00985B68" w:rsidRDefault="00985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96A1" w14:textId="77777777" w:rsidR="00985B68" w:rsidRDefault="00985B68" w:rsidP="00985B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CE79FB" w14:textId="77777777" w:rsidR="00985B68" w:rsidRDefault="00985B68" w:rsidP="00985B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 Sposób realizacji zajęć</w:t>
      </w:r>
    </w:p>
    <w:p w14:paraId="002A3D59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0246B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>
        <w:rPr>
          <w:rFonts w:ascii="Corbel" w:hAnsi="Corbel"/>
          <w:b w:val="0"/>
          <w:smallCaps w:val="0"/>
          <w:szCs w:val="24"/>
        </w:rPr>
        <w:t xml:space="preserve">zajęcia w formie </w:t>
      </w:r>
      <w:r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220219B5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45A0E7C8" w14:textId="77777777" w:rsidR="00985B68" w:rsidRDefault="00985B68" w:rsidP="00985B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8E8B1E2" w14:textId="77777777" w:rsidR="00985B68" w:rsidRDefault="00985B68" w:rsidP="00985B68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  <w:r>
        <w:rPr>
          <w:rFonts w:ascii="Corbel" w:hAnsi="Corbel"/>
          <w:smallCaps w:val="0"/>
          <w:szCs w:val="24"/>
        </w:rPr>
        <w:t>:</w:t>
      </w:r>
    </w:p>
    <w:p w14:paraId="21FCF6DB" w14:textId="77777777" w:rsidR="00985B68" w:rsidRDefault="00985B68" w:rsidP="00985B68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0096FB8A" w14:textId="77777777" w:rsidR="00985B68" w:rsidRDefault="00985B68" w:rsidP="00985B68">
      <w:pPr>
        <w:pStyle w:val="Punktygwne"/>
        <w:tabs>
          <w:tab w:val="left" w:pos="709"/>
        </w:tabs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3B3C97A7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2B631" w14:textId="77777777" w:rsidR="00985B68" w:rsidRDefault="00985B68" w:rsidP="00985B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7D64308B" w14:textId="77777777" w:rsidR="00985B68" w:rsidRDefault="00985B68" w:rsidP="00985B6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985B68" w14:paraId="33998017" w14:textId="77777777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2DED" w14:textId="77777777" w:rsidR="00985B68" w:rsidRDefault="00985B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podstawowych zagadnień z zakresu części ogólnej prawa karnego w zakresie nauki o przestępstwie oraz nauki o karze. </w:t>
            </w:r>
          </w:p>
        </w:tc>
      </w:tr>
    </w:tbl>
    <w:p w14:paraId="22D3C587" w14:textId="77777777" w:rsidR="00985B68" w:rsidRDefault="00985B68" w:rsidP="00985B68">
      <w:pPr>
        <w:pStyle w:val="Punktygwne"/>
        <w:spacing w:before="0" w:after="0"/>
        <w:rPr>
          <w:rFonts w:ascii="Corbel" w:hAnsi="Corbel"/>
          <w:szCs w:val="24"/>
        </w:rPr>
      </w:pPr>
    </w:p>
    <w:p w14:paraId="314D9759" w14:textId="77777777" w:rsidR="00985B68" w:rsidRDefault="00985B68" w:rsidP="00985B6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8B3F9DE" w14:textId="77777777" w:rsidR="00985B68" w:rsidRDefault="00985B68" w:rsidP="00985B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B856687" w14:textId="77777777" w:rsidR="00985B68" w:rsidRDefault="00985B68" w:rsidP="00985B68">
      <w:pPr>
        <w:pStyle w:val="Punktygwne"/>
        <w:spacing w:before="0" w:after="0"/>
        <w:rPr>
          <w:rFonts w:ascii="Corbel" w:hAnsi="Corbel"/>
          <w:szCs w:val="24"/>
        </w:rPr>
      </w:pPr>
    </w:p>
    <w:p w14:paraId="47BB41AD" w14:textId="77777777" w:rsidR="00985B68" w:rsidRDefault="00985B68" w:rsidP="00985B6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5D374C4" w14:textId="77777777" w:rsidR="00985B68" w:rsidRDefault="00985B68" w:rsidP="00985B68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985B68" w14:paraId="233CDC03" w14:textId="77777777">
        <w:trPr>
          <w:trHeight w:val="90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8B1F" w14:textId="77777777" w:rsidR="00985B68" w:rsidRDefault="00985B6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1148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Przekazanie wiedzy z zakresu przestępstw i wykroczeń w ruchu </w:t>
            </w:r>
            <w:r>
              <w:rPr>
                <w:rFonts w:ascii="Corbel" w:hAnsi="Corbel"/>
                <w:sz w:val="24"/>
                <w:szCs w:val="24"/>
              </w:rPr>
              <w:t>powietrznym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mechanizmów odpowiedzialności karnej w lotnictwie cywilnym, ze szczególnym uwzględnieniem prawa krajowego, poprzez analizę przepisów prawnych zawartych w Ustawie z dnia 6.06.1997 r. – Kodeks karny oraz Ustawie z dnia 3.07.2002 r. – Prawo lotnicze</w:t>
            </w:r>
          </w:p>
        </w:tc>
      </w:tr>
      <w:tr w:rsidR="00985B68" w14:paraId="01306A53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2572" w14:textId="77777777" w:rsidR="00985B68" w:rsidRDefault="00985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75C2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przestępstw i wykroczeń związanych z ruchem </w:t>
            </w:r>
            <w:r>
              <w:rPr>
                <w:rFonts w:ascii="Corbel" w:hAnsi="Corbel"/>
                <w:sz w:val="24"/>
                <w:szCs w:val="24"/>
              </w:rPr>
              <w:t>powietrznym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sądowych.</w:t>
            </w:r>
          </w:p>
        </w:tc>
      </w:tr>
      <w:tr w:rsidR="00985B68" w14:paraId="135D298A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9345" w14:textId="77777777" w:rsidR="00985B68" w:rsidRDefault="00985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A2D8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przestępstw i wykroczeń w ruchu </w:t>
            </w:r>
            <w:r>
              <w:rPr>
                <w:rFonts w:ascii="Corbel" w:hAnsi="Corbel"/>
                <w:sz w:val="24"/>
                <w:szCs w:val="24"/>
              </w:rPr>
              <w:t>powietrznym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85B68" w14:paraId="2518D7E5" w14:textId="77777777">
        <w:trPr>
          <w:trHeight w:val="6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4A5A" w14:textId="77777777" w:rsidR="00985B68" w:rsidRDefault="00985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59E0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451F26DC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22A860" w14:textId="77777777" w:rsidR="00985B68" w:rsidRDefault="00985B68" w:rsidP="00985B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7A25EA3" w14:textId="77777777" w:rsidR="00985B68" w:rsidRDefault="00985B68" w:rsidP="00985B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85B68" w14:paraId="15371EC7" w14:textId="77777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8567" w14:textId="77777777" w:rsidR="00985B68" w:rsidRDefault="00985B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B9BA" w14:textId="77777777" w:rsidR="00985B68" w:rsidRDefault="00985B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F155" w14:textId="77777777" w:rsidR="00985B68" w:rsidRDefault="00985B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85B68" w14:paraId="7F42D96E" w14:textId="77777777">
        <w:trPr>
          <w:trHeight w:val="1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640C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2390" w14:textId="77777777" w:rsidR="00985B68" w:rsidRDefault="00985B68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00E4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85B68" w14:paraId="6D8CE949" w14:textId="77777777">
        <w:trPr>
          <w:trHeight w:val="5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506A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CB4D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z zakresu przestępstw i wykroczeń ruchu </w:t>
            </w:r>
            <w:r>
              <w:rPr>
                <w:rFonts w:ascii="Corbel" w:hAnsi="Corbel"/>
                <w:sz w:val="24"/>
                <w:szCs w:val="24"/>
              </w:rPr>
              <w:t>powietrznym,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05D1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>
              <w:rPr>
                <w:rFonts w:ascii="Corbel" w:hAnsi="Corbel"/>
                <w:sz w:val="24"/>
                <w:szCs w:val="24"/>
              </w:rPr>
              <w:t xml:space="preserve"> K_W04,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85B68" w14:paraId="4C1162EA" w14:textId="77777777">
        <w:trPr>
          <w:trHeight w:val="2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7580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A390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przestępstwa i wykroczenia w ruchu </w:t>
            </w:r>
            <w:r>
              <w:rPr>
                <w:rFonts w:ascii="Corbel" w:hAnsi="Corbel"/>
                <w:sz w:val="24"/>
                <w:szCs w:val="24"/>
              </w:rPr>
              <w:t>powietrznym,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B304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85B68" w14:paraId="25A6D7CE" w14:textId="77777777">
        <w:trPr>
          <w:trHeight w:val="10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8944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E2E0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przestępstw i wykroczeń w ruchu </w:t>
            </w:r>
            <w:r>
              <w:rPr>
                <w:rFonts w:ascii="Corbel" w:hAnsi="Corbel"/>
                <w:sz w:val="24"/>
                <w:szCs w:val="24"/>
              </w:rPr>
              <w:t>powietrznym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77CD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85B68" w14:paraId="6C12E4AB" w14:textId="77777777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B5A2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B962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9A8D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K_W05,</w:t>
            </w:r>
            <w:r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85B68" w14:paraId="1957E338" w14:textId="77777777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5EF8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2AD6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wiedzę o praktycznym stosowaniu przepisów z zakresu prawa karnego i prawa lotniczego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05F1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85B68" w14:paraId="0958A2A5" w14:textId="77777777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87C6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AC1E" w14:textId="77777777" w:rsidR="00985B68" w:rsidRDefault="00985B68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D809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85B68" w14:paraId="131133DD" w14:textId="77777777">
        <w:trPr>
          <w:trHeight w:val="6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5176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D437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rozwiązać samodzielnie kazusy z zakresu tematyki objętej przedmiotem,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0C3C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85B68" w14:paraId="3EE891E2" w14:textId="77777777">
        <w:trPr>
          <w:trHeight w:val="5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6580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AC88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8664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85B68" w14:paraId="5DB68573" w14:textId="77777777">
        <w:trPr>
          <w:trHeight w:val="6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56A0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3BED" w14:textId="77777777" w:rsidR="00985B68" w:rsidRDefault="00985B68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BA0E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85B68" w14:paraId="0C5812D9" w14:textId="77777777">
        <w:trPr>
          <w:trHeight w:val="4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68DD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C930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2DA7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85B68" w14:paraId="788C756D" w14:textId="77777777">
        <w:trPr>
          <w:trHeight w:val="3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C4A2" w14:textId="77777777" w:rsidR="00985B68" w:rsidRDefault="00985B68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3E5C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4283" w14:textId="77777777" w:rsidR="00985B68" w:rsidRDefault="00985B68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85B68" w14:paraId="1F8C4370" w14:textId="77777777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CEA2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F663" w14:textId="77777777" w:rsidR="00985B68" w:rsidRDefault="00985B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opinie w danej materii,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367D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85B68" w14:paraId="6A1E9DA6" w14:textId="77777777">
        <w:trPr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D3FC" w14:textId="77777777" w:rsidR="00985B68" w:rsidRDefault="00985B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6282" w14:textId="77777777" w:rsidR="00985B68" w:rsidRDefault="00985B68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E7A7" w14:textId="77777777" w:rsidR="00985B68" w:rsidRDefault="00985B6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3392DB0D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A41DD" w14:textId="77777777" w:rsidR="00985B68" w:rsidRDefault="00985B68" w:rsidP="00985B68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6CED8157" w14:textId="77777777" w:rsidR="00985B68" w:rsidRDefault="00985B68" w:rsidP="00985B68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E87E070" w14:textId="77777777" w:rsidR="00985B68" w:rsidRDefault="00985B68" w:rsidP="00985B6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A1003" w14:textId="77777777" w:rsidR="00985B68" w:rsidRDefault="00985B68" w:rsidP="00985B68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6052F84" w14:textId="77777777" w:rsidR="00985B68" w:rsidRDefault="00985B68" w:rsidP="00985B68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5FFC8822" w14:textId="77777777" w:rsidR="00985B68" w:rsidRDefault="00985B68" w:rsidP="00985B68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85B68" w14:paraId="633ED86C" w14:textId="77777777">
        <w:trPr>
          <w:trHeight w:val="33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6E7E" w14:textId="77777777" w:rsidR="00985B68" w:rsidRDefault="00985B6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85B68" w14:paraId="1C410E98" w14:textId="77777777">
        <w:trPr>
          <w:trHeight w:val="451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A2CA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 karnego i lotniczego (krajowe i międzynarodowe) oraz podstawowe pojęcia z zakresu problematyki przestępstw i wykroczeń w ruchu powietrznym,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0D61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B68" w14:paraId="0436037F" w14:textId="77777777">
        <w:trPr>
          <w:trHeight w:val="613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9438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odpowiedzialności karnej w lotnictwie cywilnym ze szczególnym uwzględnieniem przepisów Ustawy prawo lotnicze oraz Kodeksu karnego,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E841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B68" w14:paraId="50CBEA65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D89C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przestępstwa spowodowania katastrofy oraz sprowadzenia niebezpieczeństwa katastrofy w ruchu powietrznym,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85D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5B68" w14:paraId="23E524DF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10E3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przestępstwa spowodowania wypadku w ruchu powietrznym,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B965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5B68" w14:paraId="1E1080FE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35F0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przestępstw i wykroczeń w ruchu powietrznym określonych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Ustawie z dnia 3.07.2002 r. – Prawo lotnicze,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F123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5B68" w14:paraId="40688480" w14:textId="77777777">
        <w:trPr>
          <w:trHeight w:val="262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495E" w14:textId="77777777" w:rsidR="00985B68" w:rsidRDefault="00985B68" w:rsidP="00985B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i orzecznictwa sądów krajowych i międzynarodowych oraz studium wybranych kazusów dotyczących przestępstw i wykroczeń w ruchu powietrznym,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84B9" w14:textId="77777777" w:rsidR="00985B68" w:rsidRDefault="00985B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85B68" w14:paraId="307A97F1" w14:textId="77777777">
        <w:trPr>
          <w:trHeight w:val="363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D6F" w14:textId="77777777" w:rsidR="00985B68" w:rsidRDefault="00985B68" w:rsidP="00985B6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współczesne i kierunki rozwoju regulacji prawnokarnej w zakresie objętym tematyką zajęć.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46103" w14:textId="77777777" w:rsidR="00985B68" w:rsidRDefault="00985B68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85B68" w14:paraId="20C946F3" w14:textId="77777777">
        <w:trPr>
          <w:trHeight w:val="351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23C919" w14:textId="77777777" w:rsidR="00985B68" w:rsidRDefault="00985B68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A808" w14:textId="77777777" w:rsidR="00985B68" w:rsidRDefault="00985B68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64B39E7C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D3DC74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FBD2D13" w14:textId="77777777" w:rsidR="00985B68" w:rsidRDefault="00985B68" w:rsidP="00985B68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  <w:smallCaps w:val="0"/>
          <w:szCs w:val="24"/>
          <w:lang w:eastAsia="ar-SA"/>
        </w:rPr>
        <w:t>Konwersatorium:</w:t>
      </w:r>
      <w:r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07771111" w14:textId="77777777" w:rsidR="00985B68" w:rsidRDefault="00985B68" w:rsidP="00985B6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DD66082" w14:textId="77777777" w:rsidR="00985B68" w:rsidRDefault="00985B68" w:rsidP="00985B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1694B" w14:textId="77777777" w:rsidR="00985B68" w:rsidRDefault="00985B68" w:rsidP="00985B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C7124B4" w14:textId="77777777" w:rsidR="00985B68" w:rsidRDefault="00985B68" w:rsidP="00985B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A1204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00B1EA6A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85B68" w14:paraId="07277CAC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9882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8F51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3BDE6E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1128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F8BF44A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85B68" w14:paraId="606D1B5C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9865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2039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1A21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85B68" w14:paraId="68E11709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7B2D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569F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F379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85B68" w14:paraId="22B09BC1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A94F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0AE6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F32A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5063BCCF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FA93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D3D5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8B17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1F2CC9AD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27AB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621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1CA5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159154B6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A7B9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2EB0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DE8A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1BCCF7C2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9845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53DA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A24B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534FDB80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7F28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E56B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0313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484AD757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910C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4123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DC5F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5F236A3D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1299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6A4C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C30C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85B68" w14:paraId="0E9831FB" w14:textId="77777777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9FEB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DA95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424C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FC231E3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0CB26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17E4A0C" w14:textId="77777777" w:rsidR="00985B68" w:rsidRDefault="00985B68" w:rsidP="00985B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5B68" w14:paraId="48E8BFD0" w14:textId="7777777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6EA6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 trwania: 20 minut. Termin: semestr letni, sesja letnia (czerwiec).  </w:t>
            </w:r>
          </w:p>
          <w:p w14:paraId="6700AA4C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na podstawie pracy pisemnej złożonej z części testowej (10 pytań, test jednokrotnego wyboru, maksymalnie 10 punktów do uzyskania) oraz części opisowej (pytanie otwarte, maksymalnie 5 punktów do uzyskania). Warunkiem zaliczenia jest uzyskanie 51% punktów na kolokwium.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1F921734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4290E774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4C0C2482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08E16120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4957D08E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24135B71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A7BF77" w14:textId="77777777" w:rsidR="00985B68" w:rsidRDefault="00985B68" w:rsidP="00985B6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F6901A9" w14:textId="77777777" w:rsidR="00985B68" w:rsidRDefault="00985B68" w:rsidP="00985B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A718A88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985B68" w14:paraId="1B090F96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70F3" w14:textId="77777777" w:rsidR="00985B68" w:rsidRDefault="00985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098C" w14:textId="77777777" w:rsidR="00985B68" w:rsidRDefault="00985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5B68" w14:paraId="4EB948B9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AB28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0A2D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15 godzin</w:t>
            </w:r>
          </w:p>
        </w:tc>
      </w:tr>
      <w:tr w:rsidR="00985B68" w14:paraId="4FD95578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BC05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64EB59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A5E0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85B68" w14:paraId="3AB70164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C74A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DA54E6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CE6D" w14:textId="77777777" w:rsidR="00985B68" w:rsidRDefault="00985B6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 godzin</w:t>
            </w:r>
          </w:p>
        </w:tc>
      </w:tr>
      <w:tr w:rsidR="00985B68" w14:paraId="0136EBD8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3258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2BB8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985B68" w14:paraId="38ED1358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6136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20BE" w14:textId="77777777" w:rsidR="00985B68" w:rsidRDefault="00985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A0BF201" w14:textId="77777777" w:rsidR="00985B68" w:rsidRDefault="00985B68" w:rsidP="00985B6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75004CD" w14:textId="77777777" w:rsidR="00985B68" w:rsidRDefault="00985B68" w:rsidP="00985B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510CE" w14:textId="77777777" w:rsidR="00985B68" w:rsidRDefault="00985B68" w:rsidP="00985B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FF26AA0" w14:textId="77777777" w:rsidR="00985B68" w:rsidRDefault="00985B68" w:rsidP="00985B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85B68" w14:paraId="18C14D8B" w14:textId="77777777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7A61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0B79F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5B68" w14:paraId="428FCA92" w14:textId="77777777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8DDC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0BE3" w14:textId="77777777" w:rsidR="00985B68" w:rsidRDefault="00985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5B2B57" w14:textId="77777777" w:rsidR="00985B68" w:rsidRDefault="00985B68" w:rsidP="00985B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A7C73" w14:textId="77777777" w:rsidR="00985B68" w:rsidRDefault="00985B68" w:rsidP="00985B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EA52B6E" w14:textId="77777777" w:rsidR="00985B68" w:rsidRDefault="00985B68" w:rsidP="00985B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85B68" w14:paraId="465D9535" w14:textId="77777777">
        <w:trPr>
          <w:trHeight w:val="216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0B22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bCs/>
              </w:rPr>
              <w:t xml:space="preserve"> </w:t>
            </w:r>
          </w:p>
          <w:p w14:paraId="2837C79B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M. Żylicz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(red.), Prawo lotnicze: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2016,</w:t>
            </w:r>
          </w:p>
          <w:p w14:paraId="7EF15E3F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0CB99389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W. Wróbel, A. Zoll,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Kodeks karny. Część szczególna. Tom II. Komentarz do art. 117-211a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WKL,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2017.</w:t>
            </w:r>
          </w:p>
        </w:tc>
      </w:tr>
      <w:tr w:rsidR="00985B68" w14:paraId="0D1ABAEE" w14:textId="77777777">
        <w:trPr>
          <w:trHeight w:val="153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F311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0A467A5E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M. Żylicz,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lotnicze: międzynarodowe, europejskie i krajowe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2011,</w:t>
            </w:r>
          </w:p>
          <w:p w14:paraId="4CD11B8C" w14:textId="77777777" w:rsidR="00985B68" w:rsidRDefault="00985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2.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Konert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Aspekty prawne badania zdarzeń lotniczych w świetle rozporządzenia 996/2010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2013,</w:t>
            </w:r>
          </w:p>
        </w:tc>
      </w:tr>
    </w:tbl>
    <w:p w14:paraId="5581F39B" w14:textId="77777777" w:rsidR="00985B68" w:rsidRDefault="00985B68" w:rsidP="00985B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B7585" w14:textId="77777777" w:rsidR="00985B68" w:rsidRDefault="00985B68" w:rsidP="00985B6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BFB0DF" w14:textId="7C26FBBC" w:rsidR="0085747A" w:rsidRPr="00985B68" w:rsidRDefault="0085747A" w:rsidP="00985B6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sectPr w:rsidR="0085747A" w:rsidRPr="00985B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008B" w14:textId="77777777" w:rsidR="00A771C7" w:rsidRDefault="00A771C7" w:rsidP="00C16ABF">
      <w:pPr>
        <w:spacing w:after="0" w:line="240" w:lineRule="auto"/>
      </w:pPr>
      <w:r>
        <w:separator/>
      </w:r>
    </w:p>
  </w:endnote>
  <w:endnote w:type="continuationSeparator" w:id="0">
    <w:p w14:paraId="35FCE8D9" w14:textId="77777777" w:rsidR="00A771C7" w:rsidRDefault="00A771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D2FB8" w14:textId="77777777" w:rsidR="00A771C7" w:rsidRDefault="00A771C7" w:rsidP="00C16ABF">
      <w:pPr>
        <w:spacing w:after="0" w:line="240" w:lineRule="auto"/>
      </w:pPr>
      <w:r>
        <w:separator/>
      </w:r>
    </w:p>
  </w:footnote>
  <w:footnote w:type="continuationSeparator" w:id="0">
    <w:p w14:paraId="579DCDCD" w14:textId="77777777" w:rsidR="00A771C7" w:rsidRDefault="00A771C7" w:rsidP="00C16ABF">
      <w:pPr>
        <w:spacing w:after="0" w:line="240" w:lineRule="auto"/>
      </w:pPr>
      <w:r>
        <w:continuationSeparator/>
      </w:r>
    </w:p>
  </w:footnote>
  <w:footnote w:id="1">
    <w:p w14:paraId="368864F4" w14:textId="77777777" w:rsidR="00985B68" w:rsidRDefault="00985B68" w:rsidP="00985B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 w:numId="5" w16cid:durableId="1754932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1759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D3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CC"/>
    <w:rsid w:val="00346FE9"/>
    <w:rsid w:val="0034759A"/>
    <w:rsid w:val="003503F6"/>
    <w:rsid w:val="003530DD"/>
    <w:rsid w:val="00363F78"/>
    <w:rsid w:val="00366464"/>
    <w:rsid w:val="003830A3"/>
    <w:rsid w:val="003A0A5B"/>
    <w:rsid w:val="003A1176"/>
    <w:rsid w:val="003B372C"/>
    <w:rsid w:val="003C0BAE"/>
    <w:rsid w:val="003D0320"/>
    <w:rsid w:val="003D18A9"/>
    <w:rsid w:val="003D6CE2"/>
    <w:rsid w:val="003E1941"/>
    <w:rsid w:val="003E2FE6"/>
    <w:rsid w:val="003E49D5"/>
    <w:rsid w:val="003F205D"/>
    <w:rsid w:val="003F38C0"/>
    <w:rsid w:val="004148A3"/>
    <w:rsid w:val="00414E3C"/>
    <w:rsid w:val="0042244A"/>
    <w:rsid w:val="0042745A"/>
    <w:rsid w:val="00431D5C"/>
    <w:rsid w:val="004362C6"/>
    <w:rsid w:val="00437FA2"/>
    <w:rsid w:val="00445970"/>
    <w:rsid w:val="00461EFC"/>
    <w:rsid w:val="00462999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6696D"/>
    <w:rsid w:val="0059484D"/>
    <w:rsid w:val="005A0855"/>
    <w:rsid w:val="005A27AF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6139"/>
    <w:rsid w:val="006E5D65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349"/>
    <w:rsid w:val="0078168C"/>
    <w:rsid w:val="00787C2A"/>
    <w:rsid w:val="00790E27"/>
    <w:rsid w:val="00794141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B68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3C5C"/>
    <w:rsid w:val="009F4610"/>
    <w:rsid w:val="00A00ECC"/>
    <w:rsid w:val="00A155EE"/>
    <w:rsid w:val="00A2245B"/>
    <w:rsid w:val="00A30110"/>
    <w:rsid w:val="00A33EAC"/>
    <w:rsid w:val="00A36899"/>
    <w:rsid w:val="00A371F6"/>
    <w:rsid w:val="00A43BF6"/>
    <w:rsid w:val="00A53FA5"/>
    <w:rsid w:val="00A54817"/>
    <w:rsid w:val="00A601C8"/>
    <w:rsid w:val="00A60799"/>
    <w:rsid w:val="00A6618A"/>
    <w:rsid w:val="00A771C7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DC5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100</TotalTime>
  <Pages>5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2025-09-29T08:09:00Z</cp:lastPrinted>
  <dcterms:created xsi:type="dcterms:W3CDTF">2023-10-18T07:33:00Z</dcterms:created>
  <dcterms:modified xsi:type="dcterms:W3CDTF">2025-11-13T09:15:00Z</dcterms:modified>
</cp:coreProperties>
</file>